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4654E0" w:rsidRDefault="005943DA" w:rsidP="00163AF4">
      <w:pPr>
        <w:pStyle w:val="BodyText"/>
        <w:ind w:right="1276"/>
        <w:jc w:val="right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Anexa</w:t>
      </w:r>
      <w:r w:rsidR="000B6659">
        <w:rPr>
          <w:rFonts w:ascii="Calibri" w:hAnsi="Calibri" w:cs="Calibri"/>
          <w:sz w:val="22"/>
          <w:szCs w:val="22"/>
        </w:rPr>
        <w:t xml:space="preserve"> </w:t>
      </w:r>
      <w:r w:rsidR="00B66FD3">
        <w:rPr>
          <w:rFonts w:ascii="Calibri" w:hAnsi="Calibri" w:cs="Calibri"/>
          <w:sz w:val="22"/>
          <w:szCs w:val="22"/>
        </w:rPr>
        <w:t>7</w:t>
      </w:r>
    </w:p>
    <w:p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:rsidR="005943DA" w:rsidRPr="004654E0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GRILA</w:t>
      </w:r>
      <w:r w:rsidRPr="004654E0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ANALIZ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pacing w:val="57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</w:t>
      </w:r>
      <w:r w:rsidRPr="004654E0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CONFORMITATII</w:t>
      </w:r>
      <w:r w:rsidRPr="004654E0">
        <w:rPr>
          <w:rFonts w:ascii="Calibri" w:hAnsi="Calibri" w:cs="Calibri"/>
          <w:spacing w:val="58"/>
          <w:sz w:val="22"/>
          <w:szCs w:val="22"/>
        </w:rPr>
        <w:t xml:space="preserve">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CALIT</w:t>
      </w:r>
      <w:r w:rsidR="00100A2C">
        <w:rPr>
          <w:rFonts w:ascii="Calibri" w:hAnsi="Calibri" w:cs="Calibri"/>
          <w:sz w:val="22"/>
          <w:szCs w:val="22"/>
        </w:rPr>
        <w:t>Ă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II</w:t>
      </w:r>
    </w:p>
    <w:p w:rsidR="005943DA" w:rsidRPr="004654E0" w:rsidRDefault="005943DA" w:rsidP="00163AF4">
      <w:pPr>
        <w:pStyle w:val="BodyText"/>
        <w:ind w:left="2657" w:right="3397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STUDIULUI</w:t>
      </w:r>
      <w:r w:rsidRPr="004654E0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FEZABILITATE</w:t>
      </w:r>
    </w:p>
    <w:p w:rsidR="005943DA" w:rsidRPr="004654E0" w:rsidRDefault="005943DA" w:rsidP="00163AF4">
      <w:pPr>
        <w:pStyle w:val="BodyText"/>
        <w:ind w:left="397" w:right="1615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 xml:space="preserve">pentru </w:t>
      </w:r>
      <w:r w:rsidRPr="004654E0">
        <w:rPr>
          <w:rFonts w:ascii="Calibri" w:hAnsi="Calibri" w:cs="Calibri"/>
          <w:sz w:val="22"/>
          <w:szCs w:val="22"/>
          <w:u w:val="single"/>
        </w:rPr>
        <w:t>obiective mixte</w:t>
      </w:r>
      <w:r w:rsidRPr="004654E0">
        <w:rPr>
          <w:rFonts w:ascii="Calibri" w:hAnsi="Calibri" w:cs="Calibri"/>
          <w:sz w:val="22"/>
          <w:szCs w:val="22"/>
        </w:rPr>
        <w:t xml:space="preserve"> de investi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ie </w:t>
      </w:r>
      <w:r w:rsidRPr="004654E0">
        <w:rPr>
          <w:rFonts w:ascii="Calibri" w:hAnsi="Calibri" w:cs="Calibri"/>
          <w:spacing w:val="-58"/>
          <w:sz w:val="22"/>
          <w:szCs w:val="22"/>
        </w:rPr>
        <w:t xml:space="preserve">     </w:t>
      </w:r>
      <w:r w:rsidRPr="004654E0">
        <w:rPr>
          <w:rFonts w:ascii="Calibri" w:hAnsi="Calibri" w:cs="Calibri"/>
          <w:sz w:val="22"/>
          <w:szCs w:val="22"/>
        </w:rPr>
        <w:t>(SF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obiectiv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mixt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–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HG   907/2016)</w:t>
      </w:r>
    </w:p>
    <w:p w:rsidR="005943DA" w:rsidRPr="004654E0" w:rsidRDefault="005943DA" w:rsidP="00163AF4">
      <w:pPr>
        <w:pStyle w:val="Body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p w:rsidR="00134DEE" w:rsidRPr="004654E0" w:rsidRDefault="00134DEE" w:rsidP="00163AF4">
      <w:pPr>
        <w:pStyle w:val="Body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4654E0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Programul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Regiunea Centru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2021-2027</w:t>
            </w:r>
          </w:p>
        </w:tc>
      </w:tr>
      <w:tr w:rsidR="00F33EB7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21575D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21575D">
              <w:rPr>
                <w:rFonts w:ascii="Calibri" w:hAnsi="Calibri" w:cs="Calibri"/>
              </w:rPr>
              <w:t>ii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F33EB7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 w:rsidR="008D4507"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7.1. Dezvoltarea durabil</w:t>
            </w:r>
            <w:r w:rsidR="00100A2C">
              <w:rPr>
                <w:rFonts w:ascii="Calibri" w:hAnsi="Calibri" w:cs="Calibri"/>
              </w:rPr>
              <w:t>ă</w:t>
            </w:r>
            <w:r w:rsidRPr="00F77FD3">
              <w:rPr>
                <w:rFonts w:ascii="Calibri" w:hAnsi="Calibri" w:cs="Calibri"/>
              </w:rPr>
              <w:t xml:space="preserve"> a comunit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ilor rurale prin punerea în valoare a poten</w:t>
            </w:r>
            <w:r w:rsidR="008D4507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 xml:space="preserve">ialului lor turistic natural </w:t>
            </w:r>
            <w:r w:rsidR="00B3097E">
              <w:rPr>
                <w:rFonts w:ascii="Calibri" w:hAnsi="Calibri" w:cs="Calibri"/>
              </w:rPr>
              <w:t>ș</w:t>
            </w:r>
            <w:r w:rsidRPr="00F77FD3">
              <w:rPr>
                <w:rFonts w:ascii="Calibri" w:hAnsi="Calibri" w:cs="Calibri"/>
              </w:rPr>
              <w:t>i cultural</w:t>
            </w:r>
          </w:p>
        </w:tc>
      </w:tr>
      <w:tr w:rsidR="00F33EB7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4056BD" w:rsidP="00F33EB7">
            <w:pPr>
              <w:pStyle w:val="TableParagraph"/>
              <w:rPr>
                <w:rFonts w:ascii="Calibri" w:hAnsi="Calibri" w:cs="Calibri"/>
              </w:rPr>
            </w:pPr>
            <w:r w:rsidRPr="004056BD">
              <w:rPr>
                <w:rFonts w:ascii="Calibri" w:hAnsi="Calibri" w:cs="Calibri"/>
              </w:rPr>
              <w:t>7.1.2  – Interven</w:t>
            </w:r>
            <w:r w:rsidR="008D4507">
              <w:rPr>
                <w:rFonts w:ascii="Calibri" w:hAnsi="Calibri" w:cs="Calibri"/>
              </w:rPr>
              <w:t>ț</w:t>
            </w:r>
            <w:r w:rsidRPr="004056BD">
              <w:rPr>
                <w:rFonts w:ascii="Calibri" w:hAnsi="Calibri" w:cs="Calibri"/>
              </w:rPr>
              <w:t>ii destinate protej</w:t>
            </w:r>
            <w:r w:rsidR="00100A2C"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</w:t>
            </w:r>
            <w:r w:rsidR="00B3097E"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valorific</w:t>
            </w:r>
            <w:r w:rsidR="00100A2C"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în scop turistic a patrimoniului natural </w:t>
            </w:r>
            <w:r w:rsidR="00B3097E"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a resurselor balneare</w:t>
            </w: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Titlul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Nr.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apel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proiecte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SMIS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înregistrare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:rsidR="00134DEE" w:rsidRPr="004654E0" w:rsidRDefault="00134DEE" w:rsidP="00163AF4">
      <w:pPr>
        <w:rPr>
          <w:rFonts w:ascii="Calibri" w:hAnsi="Calibri" w:cs="Calibri"/>
          <w:b/>
          <w:sz w:val="22"/>
          <w:szCs w:val="22"/>
        </w:rPr>
      </w:pPr>
    </w:p>
    <w:tbl>
      <w:tblPr>
        <w:tblW w:w="1059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371"/>
        <w:gridCol w:w="425"/>
        <w:gridCol w:w="567"/>
        <w:gridCol w:w="567"/>
        <w:gridCol w:w="954"/>
      </w:tblGrid>
      <w:tr w:rsidR="00134DEE" w:rsidRPr="004654E0" w:rsidTr="004654E0">
        <w:trPr>
          <w:cantSplit/>
          <w:trHeight w:val="60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36" w:right="109" w:firstLine="14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NR.</w:t>
            </w:r>
            <w:r w:rsidRPr="004654E0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ASPECTE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135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6F276B" w:rsidP="004654E0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Observa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ii</w:t>
            </w:r>
          </w:p>
        </w:tc>
      </w:tr>
      <w:tr w:rsidR="00134DEE" w:rsidRPr="004654E0" w:rsidTr="004654E0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CRITERII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CON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INUTUL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foaia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informa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1,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>din cadrul Anexei 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Denumirea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credite/investitor?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(secundar/</w:t>
            </w:r>
            <w:r w:rsidR="008D4507" w:rsidRPr="004654E0">
              <w:rPr>
                <w:rFonts w:ascii="Calibri" w:hAnsi="Calibri" w:cs="Calibri"/>
              </w:rPr>
              <w:t>ter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iar</w:t>
            </w:r>
            <w:r w:rsidRPr="004654E0">
              <w:rPr>
                <w:rFonts w:ascii="Calibri" w:hAnsi="Calibri" w:cs="Calibri"/>
              </w:rPr>
              <w:t>)?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Beneficiarul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fezabilitate?</w:t>
            </w:r>
          </w:p>
          <w:p w:rsidR="00134DEE" w:rsidRPr="004654E0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precizeaz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asemenea,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data</w:t>
            </w:r>
            <w:r w:rsidRPr="004654E0">
              <w:rPr>
                <w:rFonts w:ascii="Calibri" w:hAnsi="Calibri" w:cs="Calibri"/>
                <w:spacing w:val="12"/>
                <w:u w:val="single"/>
              </w:rPr>
              <w:t xml:space="preserve"> </w:t>
            </w:r>
            <w:r w:rsidR="008D4507" w:rsidRPr="004654E0">
              <w:rPr>
                <w:rFonts w:ascii="Calibri" w:hAnsi="Calibri" w:cs="Calibri"/>
                <w:u w:val="single"/>
              </w:rPr>
              <w:t>elabor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u w:val="single"/>
              </w:rPr>
              <w:t>/</w:t>
            </w:r>
            <w:r w:rsidR="008D4507" w:rsidRPr="004654E0">
              <w:rPr>
                <w:rFonts w:ascii="Calibri" w:hAnsi="Calibri" w:cs="Calibri"/>
                <w:u w:val="single"/>
              </w:rPr>
              <w:t>actualiz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="008D4507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faza de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proiectare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lista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cu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semn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turi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însu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e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te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asum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va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urm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toarele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date:</w:t>
            </w:r>
          </w:p>
          <w:p w:rsidR="0018537E" w:rsidRDefault="00134DEE" w:rsidP="0018537E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hanging="30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 /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contract?</w:t>
            </w:r>
          </w:p>
          <w:p w:rsidR="00134DEE" w:rsidRPr="0018537E" w:rsidRDefault="00134DEE" w:rsidP="0018537E">
            <w:pPr>
              <w:pStyle w:val="TableParagraph"/>
              <w:numPr>
                <w:ilvl w:val="0"/>
                <w:numId w:val="20"/>
              </w:numPr>
              <w:ind w:hanging="361"/>
              <w:jc w:val="both"/>
              <w:rPr>
                <w:rFonts w:ascii="Calibri" w:hAnsi="Calibri" w:cs="Calibri"/>
              </w:rPr>
            </w:pPr>
            <w:r w:rsidRPr="0018537E">
              <w:rPr>
                <w:rFonts w:ascii="Calibri" w:hAnsi="Calibri" w:cs="Calibri"/>
              </w:rPr>
              <w:t>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37"/>
              </w:rPr>
              <w:t xml:space="preserve"> </w:t>
            </w:r>
            <w:r w:rsidRPr="0018537E">
              <w:rPr>
                <w:rFonts w:ascii="Calibri" w:hAnsi="Calibri" w:cs="Calibri"/>
              </w:rPr>
              <w:t>prenumele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Pr="0018537E">
              <w:rPr>
                <w:rFonts w:ascii="Calibri" w:hAnsi="Calibri" w:cs="Calibri"/>
              </w:rPr>
              <w:t>în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clar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ale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proiectan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ilor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pe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</w:rPr>
              <w:t>,</w:t>
            </w:r>
            <w:r w:rsidRPr="0018537E">
              <w:rPr>
                <w:rFonts w:ascii="Calibri" w:hAnsi="Calibri" w:cs="Calibri"/>
                <w:spacing w:val="-58"/>
              </w:rPr>
              <w:t xml:space="preserve"> </w:t>
            </w:r>
            <w:r w:rsidRPr="0018537E">
              <w:rPr>
                <w:rFonts w:ascii="Calibri" w:hAnsi="Calibri" w:cs="Calibri"/>
              </w:rPr>
              <w:t>ale persoanei responsabile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 proiect</w:t>
            </w:r>
            <w:r w:rsidRPr="0018537E">
              <w:rPr>
                <w:rFonts w:ascii="Calibri" w:hAnsi="Calibri" w:cs="Calibri"/>
                <w:spacing w:val="60"/>
              </w:rPr>
              <w:t xml:space="preserve"> </w:t>
            </w:r>
            <w:r w:rsidRPr="0018537E">
              <w:rPr>
                <w:rFonts w:ascii="Calibri" w:hAnsi="Calibri" w:cs="Calibri"/>
              </w:rPr>
              <w:t xml:space="preserve">-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ef</w:t>
            </w:r>
            <w:r w:rsidRPr="0018537E">
              <w:rPr>
                <w:rFonts w:ascii="Calibri" w:hAnsi="Calibri" w:cs="Calibri"/>
              </w:rPr>
              <w:t xml:space="preserve"> de proiect/director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</w:t>
            </w:r>
            <w:r w:rsidRPr="0018537E">
              <w:rPr>
                <w:rFonts w:ascii="Calibri" w:hAnsi="Calibri" w:cs="Calibri"/>
                <w:spacing w:val="-4"/>
              </w:rPr>
              <w:t xml:space="preserve"> </w:t>
            </w:r>
            <w:r w:rsidRPr="0018537E">
              <w:rPr>
                <w:rFonts w:ascii="Calibri" w:hAnsi="Calibri" w:cs="Calibri"/>
              </w:rPr>
              <w:t>proiect,</w:t>
            </w:r>
            <w:r w:rsidRPr="0018537E">
              <w:rPr>
                <w:rFonts w:ascii="Calibri" w:hAnsi="Calibri" w:cs="Calibri"/>
                <w:spacing w:val="-3"/>
              </w:rPr>
              <w:t xml:space="preserve"> </w:t>
            </w:r>
            <w:r w:rsidRPr="0018537E">
              <w:rPr>
                <w:rFonts w:ascii="Calibri" w:hAnsi="Calibri" w:cs="Calibri"/>
              </w:rPr>
              <w:t>inclusiv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Pr="0018537E">
              <w:rPr>
                <w:rFonts w:ascii="Calibri" w:hAnsi="Calibri" w:cs="Calibri"/>
              </w:rPr>
              <w:t>semn</w:t>
            </w:r>
            <w:r w:rsidR="00100A2C">
              <w:rPr>
                <w:rFonts w:ascii="Calibri" w:hAnsi="Calibri" w:cs="Calibri"/>
              </w:rPr>
              <w:t>ă</w:t>
            </w:r>
            <w:r w:rsidRPr="0018537E">
              <w:rPr>
                <w:rFonts w:ascii="Calibri" w:hAnsi="Calibri" w:cs="Calibri"/>
              </w:rPr>
              <w:t>turile</w:t>
            </w:r>
            <w:r w:rsidRPr="0018537E">
              <w:rPr>
                <w:rFonts w:ascii="Calibri" w:hAnsi="Calibri" w:cs="Calibri"/>
                <w:spacing w:val="-2"/>
              </w:rPr>
              <w:t xml:space="preserve"> </w:t>
            </w:r>
            <w:r w:rsidRPr="0018537E">
              <w:rPr>
                <w:rFonts w:ascii="Calibri" w:hAnsi="Calibri" w:cs="Calibri"/>
              </w:rPr>
              <w:t>acestora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tampila</w:t>
            </w:r>
            <w:r w:rsidRPr="0018537E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se 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structura </w:t>
            </w:r>
            <w:r w:rsidRPr="004654E0">
              <w:rPr>
                <w:rFonts w:ascii="Calibri" w:hAnsi="Calibri" w:cs="Calibri"/>
                <w:b/>
              </w:rPr>
              <w:t>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r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 xml:space="preserve">ii Scrise </w:t>
            </w:r>
            <w:r w:rsidRPr="004654E0">
              <w:rPr>
                <w:rFonts w:ascii="Calibri" w:hAnsi="Calibri" w:cs="Calibri"/>
              </w:rPr>
              <w:t>conform prevederilor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–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 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i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i/>
              </w:rPr>
              <w:t>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respectiv cele din Anexa 4. </w:t>
            </w:r>
            <w:r w:rsidRPr="004654E0">
              <w:rPr>
                <w:rFonts w:ascii="Calibri" w:hAnsi="Calibri" w:cs="Calibri"/>
                <w:i/>
              </w:rPr>
              <w:t>Studiu de Fezabilitate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? La acestea 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elementele specifice din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inutul</w:t>
            </w:r>
            <w:r w:rsidRPr="004654E0">
              <w:rPr>
                <w:rFonts w:ascii="Calibri" w:hAnsi="Calibri" w:cs="Calibri"/>
              </w:rPr>
              <w:t xml:space="preserve"> cadru al DALI </w:t>
            </w:r>
            <w:r w:rsidR="008D4507" w:rsidRPr="004654E0">
              <w:rPr>
                <w:rFonts w:ascii="Calibri" w:hAnsi="Calibri" w:cs="Calibri"/>
              </w:rPr>
              <w:t>prev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zut</w:t>
            </w:r>
            <w:r w:rsidRPr="004654E0">
              <w:rPr>
                <w:rFonts w:ascii="Calibri" w:hAnsi="Calibri" w:cs="Calibri"/>
              </w:rPr>
              <w:t xml:space="preserve"> 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5.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)?</w:t>
            </w:r>
          </w:p>
          <w:p w:rsidR="00134DEE" w:rsidRPr="004654E0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 xml:space="preserve">*1) conform HG 907/2016,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 xml:space="preserve"> cadru al SF si DALI poate fi adaptat, în </w:t>
            </w:r>
            <w:r w:rsidR="008D4507" w:rsidRPr="004654E0">
              <w:rPr>
                <w:rFonts w:ascii="Calibri" w:hAnsi="Calibri" w:cs="Calibri"/>
                <w:i/>
              </w:rPr>
              <w:t>func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specificul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complexitatea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 prezentate 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ii privind </w:t>
            </w:r>
            <w:r w:rsidR="008D4507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 si necesitatea </w:t>
            </w:r>
            <w:r w:rsidR="008D4507" w:rsidRPr="004654E0">
              <w:rPr>
                <w:rFonts w:ascii="Calibri" w:hAnsi="Calibri" w:cs="Calibri"/>
              </w:rPr>
              <w:t>realiz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</w:rPr>
              <w:t xml:space="preserve"> obiectivului/proiectului de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4 Studiul de</w:t>
            </w:r>
          </w:p>
          <w:p w:rsidR="00134DEE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Fezabilitate, la HG 907/2016? La acestea sunt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</w:rPr>
              <w:t xml:space="preserve"> relevante 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5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de Avizare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:rsidTr="004654E0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minim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="008D4507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b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b/>
              </w:rPr>
              <w:t>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 xml:space="preserve">pentru realizarea obiectivului de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*2)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capitolul 3,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>Studiul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Fezabilitate,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completate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8D4507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la HG 907/2016,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având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detaliate:</w:t>
            </w:r>
          </w:p>
          <w:p w:rsidR="00CE4F1E" w:rsidRPr="004654E0" w:rsidRDefault="008D4507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particularit</w:t>
            </w:r>
            <w:r w:rsidR="00100A2C">
              <w:rPr>
                <w:rFonts w:ascii="Calibri" w:hAnsi="Calibri" w:cs="Calibri"/>
              </w:rPr>
              <w:t>ă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amplasamentului?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punct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vedere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constructiv,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ional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arhitectural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si tehnologic?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costurile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estimative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studiile</w:t>
            </w:r>
            <w:r w:rsidRPr="004654E0">
              <w:rPr>
                <w:rFonts w:ascii="Calibri" w:hAnsi="Calibri" w:cs="Calibri"/>
                <w:spacing w:val="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59"/>
              </w:rPr>
              <w:t xml:space="preserve"> </w:t>
            </w:r>
            <w:r w:rsidR="008D4507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 xml:space="preserve">n 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de  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importanta,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graficele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orientative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:rsidR="00CE4F1E" w:rsidRPr="004654E0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>*2)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cazul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anterior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prezentului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fost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un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prefezabilitate, se vor prezenta minimum dou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scenarii/</w:t>
            </w:r>
            <w:r w:rsidR="008D4507" w:rsidRPr="004654E0">
              <w:rPr>
                <w:rFonts w:ascii="Calibri" w:hAnsi="Calibri" w:cs="Calibri"/>
                <w:i/>
              </w:rPr>
              <w:t>op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iuni</w:t>
            </w:r>
            <w:r w:rsidRPr="004654E0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i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i/>
              </w:rPr>
              <w:t>-economice dintre</w:t>
            </w:r>
            <w:r w:rsidRPr="004654E0">
              <w:rPr>
                <w:rFonts w:ascii="Calibri" w:hAnsi="Calibri" w:cs="Calibri"/>
                <w:i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cele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selectate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 fezabile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faza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prefezabilitate.</w:t>
            </w:r>
          </w:p>
          <w:p w:rsidR="00CE4F1E" w:rsidRPr="004654E0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-3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la: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Descrierea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construc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existente,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printre care</w:t>
            </w:r>
            <w:r w:rsidRPr="004654E0">
              <w:rPr>
                <w:rFonts w:ascii="Calibri" w:hAnsi="Calibri" w:cs="Calibri"/>
                <w:spacing w:val="-1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="00CE4F1E" w:rsidRPr="004654E0">
              <w:rPr>
                <w:rFonts w:ascii="Calibri" w:hAnsi="Calibri" w:cs="Calibri"/>
              </w:rPr>
              <w:t xml:space="preserve"> referitoare la studiul geotehnic pentru </w:t>
            </w:r>
            <w:r w:rsidRPr="004654E0">
              <w:rPr>
                <w:rFonts w:ascii="Calibri" w:hAnsi="Calibri" w:cs="Calibri"/>
              </w:rPr>
              <w:t>solu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de consolidare a infrastructurii conform reglement</w:t>
            </w:r>
            <w:r w:rsidR="00100A2C">
              <w:rPr>
                <w:rFonts w:ascii="Calibri" w:hAnsi="Calibri" w:cs="Calibri"/>
              </w:rPr>
              <w:t>ă</w:t>
            </w:r>
            <w:r w:rsidR="00CE4F1E" w:rsidRPr="004654E0">
              <w:rPr>
                <w:rFonts w:ascii="Calibri" w:hAnsi="Calibri" w:cs="Calibri"/>
              </w:rPr>
              <w:t>rilor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tehnice</w:t>
            </w:r>
            <w:r w:rsidR="00CE4F1E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în</w:t>
            </w:r>
            <w:r w:rsidR="00CE4F1E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vigoare?</w:t>
            </w:r>
          </w:p>
          <w:p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Destina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existente?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Precizarea daca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inclus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arheologice,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naturale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ale acestora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în zonele construite 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:rsidTr="0018537E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parametrii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(categoria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 istorice,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Pr="004654E0">
              <w:rPr>
                <w:rFonts w:ascii="Calibri" w:hAnsi="Calibri" w:cs="Calibri"/>
              </w:rPr>
              <w:lastRenderedPageBreak/>
              <w:t>an/ani/perioade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construire pentru fiecare corp de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ie; 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desf</w:t>
            </w:r>
            <w:r w:rsidR="00100A2C">
              <w:rPr>
                <w:rFonts w:ascii="Calibri" w:hAnsi="Calibri" w:cs="Calibri"/>
              </w:rPr>
              <w:t>ă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urat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valoarea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inventar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parametri,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natura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existente)?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baza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concluziilor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expertizei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auditului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energetic,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</w:rPr>
              <w:t>arhitecturalo</w:t>
            </w:r>
            <w:proofErr w:type="spellEnd"/>
            <w:r w:rsidRPr="004654E0">
              <w:rPr>
                <w:rFonts w:ascii="Calibri" w:hAnsi="Calibri" w:cs="Calibri"/>
              </w:rPr>
              <w:t>-istoric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imobilelor care beneficiaz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regimul de 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monument istoric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al imobilelor aflate în zonele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construite protejate?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Starea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, inclusiv sistemul structural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diagnostic, din punctul de vedere al asigur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 cerin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elor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fundamentale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aplicabile,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potrivit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legii?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Actul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doveditor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for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majore,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Concluziile</w:t>
            </w:r>
            <w:r w:rsidRPr="004654E0">
              <w:rPr>
                <w:rFonts w:ascii="Calibri" w:hAnsi="Calibri" w:cs="Calibri"/>
                <w:b/>
                <w:spacing w:val="2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expertizei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tehnice</w:t>
            </w:r>
            <w:r w:rsidRPr="004654E0">
              <w:rPr>
                <w:rFonts w:ascii="Calibri" w:hAnsi="Calibri" w:cs="Calibri"/>
                <w:b/>
                <w:spacing w:val="8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si</w:t>
            </w:r>
            <w:r w:rsidRPr="004654E0">
              <w:rPr>
                <w:rFonts w:ascii="Calibri" w:hAnsi="Calibri" w:cs="Calibri"/>
                <w:b/>
                <w:spacing w:val="81"/>
              </w:rPr>
              <w:t xml:space="preserve"> </w:t>
            </w:r>
            <w:r w:rsidR="00385DE3" w:rsidRPr="004654E0">
              <w:rPr>
                <w:rFonts w:ascii="Calibri" w:hAnsi="Calibri" w:cs="Calibri"/>
                <w:b/>
              </w:rPr>
              <w:t>dup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caz,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ale</w:t>
            </w:r>
            <w:r w:rsidRPr="004654E0">
              <w:rPr>
                <w:rFonts w:ascii="Calibri" w:hAnsi="Calibri" w:cs="Calibri"/>
                <w:b/>
                <w:spacing w:val="8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auditului</w:t>
            </w:r>
            <w:r w:rsidR="00D251CC" w:rsidRPr="004654E0">
              <w:rPr>
                <w:rFonts w:ascii="Calibri" w:hAnsi="Calibri" w:cs="Calibri"/>
              </w:rPr>
              <w:t xml:space="preserve"> </w:t>
            </w:r>
            <w:r w:rsidR="00D251CC" w:rsidRPr="004654E0">
              <w:rPr>
                <w:rFonts w:ascii="Calibri" w:hAnsi="Calibri" w:cs="Calibri"/>
                <w:b/>
              </w:rPr>
              <w:t xml:space="preserve">energetic, concluziile studiilor de diagnosticare*3), conform </w:t>
            </w:r>
            <w:r w:rsidR="008D4507">
              <w:rPr>
                <w:rFonts w:ascii="Calibri" w:hAnsi="Calibri" w:cs="Calibri"/>
                <w:b/>
              </w:rPr>
              <w:t>preciz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>
              <w:rPr>
                <w:rFonts w:ascii="Calibri" w:hAnsi="Calibri" w:cs="Calibri"/>
                <w:b/>
              </w:rPr>
              <w:t>ri</w:t>
            </w:r>
            <w:r w:rsidR="00D251CC" w:rsidRPr="004654E0">
              <w:rPr>
                <w:rFonts w:ascii="Calibri" w:hAnsi="Calibri" w:cs="Calibri"/>
                <w:b/>
              </w:rPr>
              <w:t xml:space="preserve">lor din cadrul capitolului 4, </w:t>
            </w:r>
            <w:r w:rsidR="00100A2C">
              <w:rPr>
                <w:rFonts w:ascii="Calibri" w:hAnsi="Calibri" w:cs="Calibri"/>
                <w:b/>
              </w:rPr>
              <w:t>secțiune</w:t>
            </w:r>
            <w:r w:rsidR="00385DE3" w:rsidRPr="004654E0">
              <w:rPr>
                <w:rFonts w:ascii="Calibri" w:hAnsi="Calibri" w:cs="Calibri"/>
                <w:b/>
              </w:rPr>
              <w:t>a</w:t>
            </w:r>
            <w:r w:rsidR="00D251CC" w:rsidRPr="004654E0">
              <w:rPr>
                <w:rFonts w:ascii="Calibri" w:hAnsi="Calibri" w:cs="Calibri"/>
                <w:b/>
              </w:rPr>
              <w:t xml:space="preserve"> A Piese scrise, din cadrul Anexei 5 </w:t>
            </w:r>
            <w:r w:rsidR="00385DE3" w:rsidRPr="004654E0">
              <w:rPr>
                <w:rFonts w:ascii="Calibri" w:hAnsi="Calibri" w:cs="Calibri"/>
                <w:b/>
              </w:rPr>
              <w:t>Documenta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385DE3" w:rsidRPr="004654E0">
              <w:rPr>
                <w:rFonts w:ascii="Calibri" w:hAnsi="Calibri" w:cs="Calibri"/>
                <w:b/>
              </w:rPr>
              <w:t>ia</w:t>
            </w:r>
            <w:r w:rsidR="00D251CC" w:rsidRPr="004654E0">
              <w:rPr>
                <w:rFonts w:ascii="Calibri" w:hAnsi="Calibri" w:cs="Calibri"/>
                <w:b/>
              </w:rPr>
              <w:t xml:space="preserve"> de avizare a </w:t>
            </w:r>
            <w:r w:rsidR="008D4507" w:rsidRPr="004654E0">
              <w:rPr>
                <w:rFonts w:ascii="Calibri" w:hAnsi="Calibri" w:cs="Calibri"/>
                <w:b/>
              </w:rPr>
              <w:t>lucr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 w:rsidRPr="004654E0">
              <w:rPr>
                <w:rFonts w:ascii="Calibri" w:hAnsi="Calibri" w:cs="Calibri"/>
                <w:b/>
              </w:rPr>
              <w:t>rilor</w:t>
            </w:r>
            <w:r w:rsidR="00D251CC" w:rsidRPr="004654E0">
              <w:rPr>
                <w:rFonts w:ascii="Calibri" w:hAnsi="Calibri" w:cs="Calibri"/>
                <w:b/>
              </w:rPr>
              <w:t xml:space="preserve"> de interven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D251CC" w:rsidRPr="004654E0">
              <w:rPr>
                <w:rFonts w:ascii="Calibri" w:hAnsi="Calibri" w:cs="Calibri"/>
                <w:b/>
              </w:rPr>
              <w:t>ie, la HG 907/2016?</w:t>
            </w:r>
          </w:p>
          <w:p w:rsidR="00D251CC" w:rsidRPr="004654E0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Identificarea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scenariilor/op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iunilor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b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b/>
              </w:rPr>
              <w:t>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(minimum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)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B3097E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analiza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detaliat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acestora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5.1,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5.2,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5.4,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8D4507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HG 907/2016, </w:t>
            </w:r>
            <w:r w:rsidRPr="004654E0">
              <w:rPr>
                <w:rFonts w:ascii="Calibri" w:hAnsi="Calibri" w:cs="Calibri"/>
                <w:u w:val="single"/>
              </w:rPr>
              <w:t>printre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care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:rsidR="00D251CC" w:rsidRPr="004654E0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 principalelor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pentru: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consolidarea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subansamblurilor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ansamblului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protejarea,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repararea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nestructurale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restaurarea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arhitecturale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componentelor 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protejare/conservare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naturale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antropice existente valoroase,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demolarea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par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cu/f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modificarea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configura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iei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 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iunii existente a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introducerea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suplimentare, introducerea de dispozitive antiseismice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spunsului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seismic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existente?</w:t>
            </w:r>
          </w:p>
          <w:p w:rsidR="00D251CC" w:rsidRPr="004654E0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    Descrierea,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altor categorii de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incluse în solu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propus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respectiv hidroizola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termoizola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repararea/înlocuirea 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iilor/echipamentelor aferente</w:t>
            </w:r>
            <w:r w:rsidRPr="004654E0">
              <w:rPr>
                <w:rFonts w:ascii="Calibri" w:hAnsi="Calibri" w:cs="Calibri"/>
              </w:rPr>
              <w:tab/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</w:rPr>
              <w:tab/>
              <w:t>demont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ri/mont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ri, </w:t>
            </w:r>
            <w:r w:rsidR="00B3097E" w:rsidRPr="004654E0">
              <w:rPr>
                <w:rFonts w:ascii="Calibri" w:hAnsi="Calibri" w:cs="Calibri"/>
              </w:rPr>
              <w:t>debran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/ </w:t>
            </w:r>
            <w:r w:rsidR="00B3097E" w:rsidRPr="004654E0">
              <w:rPr>
                <w:rFonts w:ascii="Calibri" w:hAnsi="Calibri" w:cs="Calibri"/>
              </w:rPr>
              <w:t>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finisaje la interior/exterior,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îmbun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irea terenului de fundare, precum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strict necesare pentru asigurarea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ionalit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reabilitate?</w:t>
            </w:r>
          </w:p>
          <w:p w:rsidR="005F26B9" w:rsidRPr="004654E0" w:rsidRDefault="005F26B9" w:rsidP="004654E0">
            <w:pPr>
              <w:pStyle w:val="TableParagraph"/>
              <w:tabs>
                <w:tab w:val="left" w:pos="1132"/>
              </w:tabs>
              <w:ind w:right="10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*3) studiile de diagnosticare pot fi: studii de identificare a alc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tuirilor constructive 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utilizeaz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substan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nocive,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specifice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istorice,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-46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 de for public, situri arheologice, analiza compatibilit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ii conform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rii spa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iale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a cl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dirii existente cu normele specifice func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 xml:space="preserve">iunii </w:t>
            </w:r>
            <w:r w:rsidR="00B3097E">
              <w:rPr>
                <w:rFonts w:ascii="Calibri" w:hAnsi="Calibri" w:cs="Calibri"/>
                <w:i/>
                <w:sz w:val="18"/>
                <w:szCs w:val="18"/>
              </w:rPr>
              <w:t>ș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 a 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surii în care aceasta r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spunde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cerin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elor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calitate,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studiu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peisagistic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sau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studii,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stabilite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prin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tema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proiectare.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Este prezentata </w:t>
            </w:r>
            <w:r w:rsidRPr="00757425">
              <w:rPr>
                <w:rFonts w:ascii="Calibri" w:hAnsi="Calibri" w:cs="Calibri"/>
                <w:b/>
              </w:rPr>
              <w:t xml:space="preserve">analiza </w:t>
            </w:r>
            <w:r w:rsidR="00B3097E" w:rsidRPr="00757425">
              <w:rPr>
                <w:rFonts w:ascii="Calibri" w:hAnsi="Calibri" w:cs="Calibri"/>
                <w:b/>
              </w:rPr>
              <w:t>fiecărui</w:t>
            </w:r>
            <w:r w:rsidRPr="00757425">
              <w:rPr>
                <w:rFonts w:ascii="Calibri" w:hAnsi="Calibri" w:cs="Calibri"/>
                <w:b/>
              </w:rPr>
              <w:t xml:space="preserve"> scenariu/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757425">
              <w:rPr>
                <w:rFonts w:ascii="Calibri" w:hAnsi="Calibri" w:cs="Calibri"/>
                <w:b/>
              </w:rPr>
              <w:t xml:space="preserve">i </w:t>
            </w:r>
            <w:proofErr w:type="spellStart"/>
            <w:r w:rsidRPr="00757425">
              <w:rPr>
                <w:rFonts w:ascii="Calibri" w:hAnsi="Calibri" w:cs="Calibri"/>
                <w:b/>
              </w:rPr>
              <w:t>tehnico</w:t>
            </w:r>
            <w:proofErr w:type="spellEnd"/>
            <w:r w:rsidRPr="00757425">
              <w:rPr>
                <w:rFonts w:ascii="Calibri" w:hAnsi="Calibri" w:cs="Calibri"/>
                <w:b/>
              </w:rPr>
              <w:t>-economice</w:t>
            </w:r>
            <w:r w:rsidRPr="004654E0">
              <w:rPr>
                <w:rFonts w:ascii="Calibri" w:hAnsi="Calibri" w:cs="Calibri"/>
              </w:rPr>
              <w:t xml:space="preserve"> propuse,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4,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4 </w:t>
            </w:r>
            <w:r w:rsidRPr="004654E0">
              <w:rPr>
                <w:rFonts w:ascii="Calibri" w:hAnsi="Calibri" w:cs="Calibri"/>
              </w:rPr>
              <w:lastRenderedPageBreak/>
              <w:t xml:space="preserve">Studiul de Fezabilitate, la HG 907/2016? La acestea sunt </w:t>
            </w:r>
            <w:r w:rsidR="00B3097E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aplicabile din capitolele 5.5 si 5.6,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5 </w:t>
            </w:r>
            <w:r w:rsidR="00B3097E" w:rsidRPr="004654E0">
              <w:rPr>
                <w:rFonts w:ascii="Calibri" w:hAnsi="Calibri" w:cs="Calibri"/>
              </w:rPr>
              <w:t>Documentația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B3097E" w:rsidRPr="004654E0">
              <w:rPr>
                <w:rFonts w:ascii="Calibri" w:hAnsi="Calibri" w:cs="Calibri"/>
              </w:rPr>
              <w:t>lucrărilor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B3097E" w:rsidRPr="004654E0">
              <w:rPr>
                <w:rFonts w:ascii="Calibri" w:hAnsi="Calibri" w:cs="Calibri"/>
              </w:rPr>
              <w:t>intervenție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scenariul/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4654E0">
              <w:rPr>
                <w:rFonts w:ascii="Calibri" w:hAnsi="Calibri" w:cs="Calibri"/>
                <w:b/>
              </w:rPr>
              <w:t>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b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b/>
              </w:rPr>
              <w:t>-economica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optim(a)</w:t>
            </w:r>
            <w:r w:rsidRPr="004654E0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recomandat(a)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5,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 xml:space="preserve">Studiul de Fezabilitate, </w:t>
            </w:r>
            <w:r w:rsidRPr="004654E0">
              <w:rPr>
                <w:rFonts w:ascii="Calibri" w:hAnsi="Calibri" w:cs="Calibri"/>
              </w:rPr>
              <w:t>la HG 907/2016? 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acestea sunt </w:t>
            </w:r>
            <w:r w:rsidR="00100A2C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 capitolul 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 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B3097E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 avizare a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757425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Calibri" w:hAnsi="Calibri" w:cs="Calibri"/>
                <w:sz w:val="21"/>
                <w:szCs w:val="21"/>
              </w:rPr>
              <w:t>Exist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r w:rsidR="00B3097E">
              <w:rPr>
                <w:rFonts w:ascii="Calibri" w:eastAsia="Calibri" w:hAnsi="Calibri" w:cs="Calibri"/>
                <w:sz w:val="21"/>
                <w:szCs w:val="21"/>
              </w:rPr>
              <w:t>ș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i se respect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structura capitolului: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Urbanism, acorduri si avize</w:t>
            </w:r>
            <w:r w:rsidRPr="00757425">
              <w:rPr>
                <w:rFonts w:ascii="Calibri" w:eastAsia="Calibri" w:hAnsi="Calibri" w:cs="Calibri"/>
                <w:b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conforme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lor din capitolul 6, 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secțiune</w:t>
            </w:r>
            <w:r w:rsidR="00100A2C" w:rsidRPr="00757425"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A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Piese scrise,</w:t>
            </w:r>
            <w:r w:rsidRPr="00757425">
              <w:rPr>
                <w:rFonts w:ascii="Calibri" w:eastAsia="Calibri" w:hAnsi="Calibri" w:cs="Calibri"/>
                <w:i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eastAsia="Calibri" w:hAnsi="Calibri" w:cs="Calibri"/>
                <w:i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eastAsia="Calibri" w:hAnsi="Calibri" w:cs="Calibri"/>
                <w:i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Fezabilitate,</w:t>
            </w:r>
            <w:r w:rsidRPr="00757425">
              <w:rPr>
                <w:rFonts w:ascii="Calibri" w:eastAsia="Calibri" w:hAnsi="Calibri" w:cs="Calibri"/>
                <w:i/>
                <w:spacing w:val="24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907/2016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completat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cu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informațiile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u w:val="single"/>
                <w:lang w:eastAsia="en-US"/>
              </w:rPr>
              <w:t>aplicabile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din capitolul 7, 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secțiune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a A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Piese scrise,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din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cadrul Anexei 5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Documentația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avizare a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lucrărilor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intervenție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la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HG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907/2016),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fiind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prezentate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următoarele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documente: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Certificatul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urbanism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emis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vederea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ob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inerii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autoriza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iei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</w:p>
          <w:p w:rsidR="00757425" w:rsidRPr="00757425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construire?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Extras de carte funciar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, cu excep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cazurilor speciale, expres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zute de lege?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 mediului vor face obiectul procedurii de evaluare 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 asupra 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 Actul administrativ al autorit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competente pentru protec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mediului,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diminuare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impactului,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compensare, modalitatea de integrare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prevederilor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acordului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mediu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tehnico</w:t>
            </w:r>
            <w:proofErr w:type="spellEnd"/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-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economic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b/>
                <w:i/>
                <w:sz w:val="21"/>
                <w:szCs w:val="21"/>
                <w:lang w:eastAsia="en-US"/>
              </w:rPr>
              <w:t>NU</w:t>
            </w:r>
            <w:r w:rsidRPr="00757425">
              <w:rPr>
                <w:rFonts w:ascii="Calibri" w:eastAsia="Trebuchet MS" w:hAnsi="Calibri" w:cs="Calibri"/>
                <w:b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vor</w:t>
            </w:r>
            <w:r w:rsidRPr="00757425">
              <w:rPr>
                <w:rFonts w:ascii="Calibri" w:eastAsia="Trebuchet MS" w:hAnsi="Calibri" w:cs="Calibri"/>
                <w:i/>
                <w:spacing w:val="1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face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obiectul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procedurii</w:t>
            </w:r>
            <w:r w:rsidRPr="00757425">
              <w:rPr>
                <w:rFonts w:ascii="Calibri" w:eastAsia="Trebuchet MS" w:hAnsi="Calibri" w:cs="Calibri"/>
                <w:i/>
                <w:spacing w:val="1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evaluare</w:t>
            </w:r>
            <w:r w:rsidRPr="00757425">
              <w:rPr>
                <w:rFonts w:ascii="Calibri" w:eastAsia="Trebuchet MS" w:hAnsi="Calibri" w:cs="Calibri"/>
                <w:i/>
                <w:spacing w:val="-58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asupra</w:t>
            </w:r>
            <w:r w:rsidRPr="00757425">
              <w:rPr>
                <w:rFonts w:ascii="Calibri" w:eastAsia="Trebuchet MS" w:hAnsi="Calibri" w:cs="Calibri"/>
                <w:i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</w:t>
            </w:r>
            <w:r w:rsidRPr="00757425">
              <w:rPr>
                <w:rFonts w:ascii="Calibri" w:eastAsia="Trebuchet MS" w:hAnsi="Calibri" w:cs="Calibri"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clasarea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notific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rii</w:t>
            </w:r>
            <w:r w:rsidRPr="00757425">
              <w:rPr>
                <w:rFonts w:ascii="Calibri" w:eastAsia="Trebuchet MS" w:hAnsi="Calibri" w:cs="Calibri"/>
                <w:spacing w:val="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Avize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conforme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privind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asigurarea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utilit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ilor?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Studiu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topografic,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vizat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Oficiul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Cadastru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="00B3097E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ș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Publicitate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Imobiliar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0"/>
                <w:szCs w:val="22"/>
                <w:lang w:eastAsia="en-US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Avize,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acorduri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studii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dup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caz,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func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pot</w:t>
            </w:r>
            <w:r w:rsidRPr="00757425">
              <w:rPr>
                <w:rFonts w:ascii="Calibri" w:hAnsi="Calibri" w:cs="Calibri"/>
                <w:spacing w:val="60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condi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iona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solu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iile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757425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Sunt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prezentate</w:t>
            </w:r>
            <w:r w:rsidRPr="00757425">
              <w:rPr>
                <w:rFonts w:ascii="Calibri" w:hAnsi="Calibri" w:cs="Calibri"/>
                <w:spacing w:val="-3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referitoare</w:t>
            </w:r>
            <w:r w:rsidRPr="00757425">
              <w:rPr>
                <w:rFonts w:ascii="Calibri" w:hAnsi="Calibri" w:cs="Calibri"/>
                <w:spacing w:val="-6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la:</w:t>
            </w:r>
          </w:p>
          <w:p w:rsidR="00757425" w:rsidRPr="00757425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b/>
                <w:sz w:val="21"/>
                <w:szCs w:val="21"/>
              </w:rPr>
              <w:t xml:space="preserve">implementarea </w:t>
            </w:r>
            <w:r w:rsidR="00100A2C" w:rsidRPr="00757425">
              <w:rPr>
                <w:rFonts w:ascii="Calibri" w:hAnsi="Calibri" w:cs="Calibri"/>
                <w:b/>
                <w:sz w:val="21"/>
                <w:szCs w:val="21"/>
              </w:rPr>
              <w:t>investiției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lor din capitolul 7,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Piese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scrise,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Fezabilitate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907/2016,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având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detaliate:</w:t>
            </w:r>
          </w:p>
          <w:p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 despre entitatea responsabila cu implementarea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investiției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cuprinzând: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(în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luni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calendaristice),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execu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graficul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e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alonarea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ani,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resurse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necesare?</w:t>
            </w:r>
          </w:p>
          <w:p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7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exploatare/operare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întreținere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privind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asigurarea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capacității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manageriale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si </w:t>
            </w:r>
            <w:r w:rsidR="00757425"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instituționale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:rsidR="00757425" w:rsidRPr="004654E0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 xml:space="preserve">concluzii si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lor din capitolul 8,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 A Piese scrise, din cadrul Anexei 4 Studiul de Fezabilitate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931D5E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Devizul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i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i/>
              </w:rPr>
              <w:t>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5-a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Devizul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general si devizul pe obiect, </w:t>
            </w:r>
            <w:r w:rsidRPr="004654E0">
              <w:rPr>
                <w:rFonts w:ascii="Calibri" w:hAnsi="Calibri" w:cs="Calibri"/>
              </w:rPr>
              <w:t>inclusiv conform Metodologiei prezentate in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6 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lastRenderedPageBreak/>
              <w:t>respecta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modelul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7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</w:p>
          <w:p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costuri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aferente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tuturor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cuprinse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SF?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D6FA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Devizele pe Obiect sunt întocmite conform pe modelul din anexa 8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piesele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desenate</w:t>
            </w:r>
            <w:r w:rsidRPr="004654E0">
              <w:rPr>
                <w:rFonts w:ascii="Calibri" w:hAnsi="Calibri" w:cs="Calibri"/>
              </w:rPr>
              <w:t>, prezentate la scara relevanta in raport 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4309DB"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 xml:space="preserve">e la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B </w:t>
            </w:r>
            <w:r w:rsidRPr="004654E0">
              <w:rPr>
                <w:rFonts w:ascii="Calibri" w:hAnsi="Calibri" w:cs="Calibri"/>
                <w:i/>
              </w:rPr>
              <w:t xml:space="preserve">Piese desenate, </w:t>
            </w:r>
            <w:r w:rsidRPr="004654E0">
              <w:rPr>
                <w:rFonts w:ascii="Calibri" w:hAnsi="Calibri" w:cs="Calibri"/>
              </w:rPr>
              <w:t>din 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4 </w:t>
            </w:r>
            <w:r w:rsidRPr="004654E0">
              <w:rPr>
                <w:rFonts w:ascii="Calibri" w:hAnsi="Calibri" w:cs="Calibri"/>
                <w:i/>
              </w:rPr>
              <w:t>Studiul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>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generale, </w:t>
            </w:r>
            <w:r w:rsidR="004309DB"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ade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4309DB"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iuni</w:t>
            </w:r>
            <w:r w:rsidRPr="004654E0">
              <w:rPr>
                <w:rFonts w:ascii="Calibri" w:hAnsi="Calibri" w:cs="Calibri"/>
              </w:rPr>
              <w:t xml:space="preserve"> caracteristice de 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volumetrii,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ionale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izometrice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generale,   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</w:rPr>
              <w:t>profile</w:t>
            </w:r>
            <w:proofErr w:type="spellEnd"/>
            <w:r w:rsidRPr="004654E0">
              <w:rPr>
                <w:rFonts w:ascii="Calibri" w:hAnsi="Calibri" w:cs="Calibri"/>
              </w:rPr>
              <w:t xml:space="preserve">   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longitudinale   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>transversale</w:t>
            </w:r>
          </w:p>
          <w:p w:rsidR="00163AF4" w:rsidRPr="004654E0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caracteristice,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>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construcția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desenate,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releveu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22"/>
              </w:rPr>
              <w:t xml:space="preserve"> 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planuri,</w:t>
            </w:r>
          </w:p>
          <w:p w:rsidR="00163AF4" w:rsidRPr="004654E0" w:rsidRDefault="00163AF4" w:rsidP="004654E0">
            <w:pPr>
              <w:pStyle w:val="TableParagraph"/>
              <w:ind w:left="46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ade,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cotate?</w:t>
            </w:r>
          </w:p>
          <w:p w:rsidR="00163AF4" w:rsidRPr="004654E0" w:rsidRDefault="00100A2C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>
              <w:rPr>
                <w:rFonts w:ascii="Calibri" w:hAnsi="Calibri" w:cs="Calibri"/>
              </w:rPr>
              <w:t>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specifice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analiz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sintez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</w:rPr>
              <w:t>,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cazul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iilor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pe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 zonele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ie aferente?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Fiecare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pieselor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desenate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numerotata/codificata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prezint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conține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În cazul în care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au fost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format scanat,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au fost semnate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tampilate 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elaboratori: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prezent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tuturor persoanelor nominalizate </w:t>
            </w:r>
            <w:r w:rsidR="00100A2C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legale,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de: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/</w:t>
            </w:r>
            <w:r w:rsidRPr="004654E0">
              <w:rPr>
                <w:rFonts w:ascii="Calibri" w:hAnsi="Calibri" w:cs="Calibri"/>
                <w:spacing w:val="54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00A2C" w:rsidRPr="004654E0">
              <w:rPr>
                <w:rFonts w:ascii="Calibri" w:hAnsi="Calibri" w:cs="Calibri"/>
              </w:rPr>
              <w:t>eful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arhitect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drept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num</w:t>
            </w:r>
            <w:r w:rsidR="00100A2C">
              <w:rPr>
                <w:rFonts w:ascii="Calibri" w:hAnsi="Calibri" w:cs="Calibri"/>
              </w:rPr>
              <w:t>ăr de înregistrare 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tabloul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național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TNA,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reglement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OAR</w:t>
            </w:r>
          </w:p>
          <w:p w:rsidR="00163AF4" w:rsidRPr="004654E0" w:rsidRDefault="00100A2C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proiectanții</w:t>
            </w:r>
            <w:r w:rsidR="00163AF4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9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specialitate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expertul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unde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</w:p>
          <w:p w:rsidR="00163AF4" w:rsidRPr="004654E0" w:rsidRDefault="00B3097E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eful</w:t>
            </w:r>
            <w:r w:rsidR="00163AF4" w:rsidRPr="004654E0">
              <w:rPr>
                <w:rFonts w:ascii="Calibri" w:hAnsi="Calibri" w:cs="Calibri"/>
              </w:rPr>
              <w:tab/>
              <w:t>de</w:t>
            </w:r>
            <w:r w:rsidR="00163AF4" w:rsidRPr="004654E0">
              <w:rPr>
                <w:rFonts w:ascii="Calibri" w:hAnsi="Calibri" w:cs="Calibri"/>
              </w:rPr>
              <w:tab/>
              <w:t>proiect</w:t>
            </w:r>
            <w:r w:rsidR="00163AF4" w:rsidRPr="004654E0">
              <w:rPr>
                <w:rFonts w:ascii="Calibri" w:hAnsi="Calibri" w:cs="Calibri"/>
              </w:rPr>
              <w:tab/>
              <w:t>complex,</w:t>
            </w:r>
            <w:r w:rsidR="00163AF4" w:rsidRPr="004654E0">
              <w:rPr>
                <w:rFonts w:ascii="Calibri" w:hAnsi="Calibri" w:cs="Calibri"/>
              </w:rPr>
              <w:tab/>
              <w:t>expert/specialist,</w:t>
            </w:r>
            <w:r w:rsidR="00163AF4" w:rsidRPr="004654E0">
              <w:rPr>
                <w:rFonts w:ascii="Calibri" w:hAnsi="Calibri" w:cs="Calibri"/>
              </w:rPr>
              <w:tab/>
              <w:t>in</w:t>
            </w:r>
            <w:r w:rsidR="00163AF4" w:rsidRPr="004654E0">
              <w:rPr>
                <w:rFonts w:ascii="Calibri" w:hAnsi="Calibri" w:cs="Calibri"/>
              </w:rPr>
              <w:tab/>
            </w:r>
            <w:r w:rsidR="00163AF4" w:rsidRPr="004654E0">
              <w:rPr>
                <w:rFonts w:ascii="Calibri" w:hAnsi="Calibri" w:cs="Calibri"/>
                <w:spacing w:val="-1"/>
              </w:rPr>
              <w:t>cazul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monumentelor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39"/>
              </w:rPr>
              <w:t xml:space="preserve"> </w:t>
            </w:r>
            <w:r w:rsidRPr="004654E0">
              <w:rPr>
                <w:rFonts w:ascii="Calibri" w:hAnsi="Calibri" w:cs="Calibri"/>
              </w:rPr>
              <w:t>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43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devierile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40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proprietarii/operatorii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lor,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dac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Exista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expertului tehnic atestat MLPAT care a realizat  expertiza pe documentele (scrise si desenate) ale </w:t>
            </w:r>
            <w:r w:rsidR="00100A2C" w:rsidRPr="004654E0">
              <w:rPr>
                <w:rFonts w:ascii="Calibri" w:hAnsi="Calibri" w:cs="Calibri"/>
              </w:rPr>
              <w:t>specialității</w:t>
            </w:r>
            <w:r w:rsidRPr="004654E0">
              <w:rPr>
                <w:rFonts w:ascii="Calibri" w:hAnsi="Calibri" w:cs="Calibri"/>
              </w:rPr>
              <w:t xml:space="preserve"> de rezistenta pentru partea de DALI? acestea pot fi asimilate cu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cu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existenta 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 propusa, daca exista, parte a expertizei tehnice.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</w:t>
            </w:r>
            <w:r w:rsidRPr="004654E0">
              <w:rPr>
                <w:rFonts w:ascii="Calibri" w:hAnsi="Calibri" w:cs="Calibri"/>
              </w:rPr>
              <w:t xml:space="preserve"> cu </w:t>
            </w:r>
            <w:r w:rsidRPr="004654E0">
              <w:rPr>
                <w:rFonts w:ascii="Calibri" w:hAnsi="Calibri" w:cs="Calibri"/>
              </w:rPr>
              <w:lastRenderedPageBreak/>
              <w:t>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Exista semn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tura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verificatorilor de proiecte </w:t>
            </w:r>
            <w:r w:rsidR="00100A2C" w:rsidRPr="004654E0">
              <w:rPr>
                <w:rFonts w:ascii="Calibri" w:hAnsi="Calibri" w:cs="Calibri"/>
              </w:rPr>
              <w:t>atestați</w:t>
            </w:r>
            <w:r w:rsidRPr="004654E0">
              <w:rPr>
                <w:rFonts w:ascii="Calibri" w:hAnsi="Calibri" w:cs="Calibri"/>
              </w:rPr>
              <w:t xml:space="preserve"> MLPAT pe documentele (scrise si desenate) ale</w:t>
            </w:r>
            <w:r w:rsidR="00100A2C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părții</w:t>
            </w:r>
            <w:r w:rsidRPr="004654E0">
              <w:rPr>
                <w:rFonts w:ascii="Calibri" w:hAnsi="Calibri" w:cs="Calibri"/>
              </w:rPr>
              <w:t xml:space="preserve"> de  DALI si referatele de verificare? 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ormitate</w:t>
            </w:r>
            <w:r w:rsidRPr="004654E0">
              <w:rPr>
                <w:rFonts w:ascii="Calibri" w:hAnsi="Calibri" w:cs="Calibri"/>
              </w:rPr>
              <w:t xml:space="preserve"> cu 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o descriere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Pr="004654E0">
              <w:rPr>
                <w:rFonts w:ascii="Calibri" w:hAnsi="Calibri" w:cs="Calibri"/>
                <w:b/>
              </w:rPr>
              <w:t xml:space="preserve">organizare de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100A2C" w:rsidRPr="004654E0">
              <w:rPr>
                <w:rFonts w:ascii="Calibri" w:hAnsi="Calibri" w:cs="Calibri"/>
                <w:b/>
              </w:rPr>
              <w:t>antier</w:t>
            </w:r>
            <w:r w:rsidRPr="004654E0">
              <w:rPr>
                <w:rFonts w:ascii="Calibri" w:hAnsi="Calibri" w:cs="Calibri"/>
                <w:b/>
              </w:rPr>
              <w:t xml:space="preserve"> </w:t>
            </w:r>
            <w:r w:rsidRPr="004654E0">
              <w:rPr>
                <w:rFonts w:ascii="Calibri" w:hAnsi="Calibri" w:cs="Calibri"/>
              </w:rPr>
              <w:t>(descriere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sumar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demol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ri, devieri de 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ele, 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i de acces provizorii, alimentare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energie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electric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telecomunica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 privind imunizarea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climatice, elaborat în conformitate cu cerin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 din Comunicarea Comisiei Europene privind Orient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tehnice referitoare la imunizarea infrastructurii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 în perioada 2021-2027 publicate la 16 septembrie 2021 (2021/C 373/01):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, sunt prezentate:</w:t>
            </w:r>
          </w:p>
          <w:p w:rsidR="00E46395" w:rsidRPr="004654E0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Se prezinta evaluarea impactului proiectului asupra emisiilor de GES. Dac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p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roiectul nu necesit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 xml:space="preserve"> o evaluare 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a amprentei de carbon, este  prezinta analiza aferent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în mod succint într-o declara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ie privind examinarea neutralit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ii climatice.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evaluare a amprentei de carbon),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:rsidR="00E46395" w:rsidRPr="004654E0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o evaluare a amprentei de carbon, sunt descrise:</w:t>
            </w:r>
          </w:p>
          <w:p w:rsidR="00E46395" w:rsidRPr="004654E0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iei.</w:t>
            </w:r>
          </w:p>
          <w:p w:rsidR="00E46395" w:rsidRPr="004654E0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 dintre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cu proiect si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f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r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proiect/scenariul de referin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a).</w:t>
            </w:r>
          </w:p>
          <w:p w:rsidR="00E46395" w:rsidRPr="004654E0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 (a)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:rsidR="00E46395" w:rsidRPr="004654E0" w:rsidRDefault="00E46395" w:rsidP="00E46395">
            <w:pPr>
              <w:pStyle w:val="ListParagraph"/>
              <w:numPr>
                <w:ilvl w:val="0"/>
                <w:numId w:val="17"/>
              </w:numPr>
              <w:ind w:left="397" w:hanging="454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 xml:space="preserve">Analiza de </w:t>
            </w:r>
            <w:proofErr w:type="spellStart"/>
            <w:r w:rsidRPr="004654E0">
              <w:rPr>
                <w:rFonts w:ascii="Calibri" w:hAnsi="Calibri" w:cs="Calibri"/>
                <w:i/>
                <w:color w:val="000000"/>
              </w:rPr>
              <w:t>senzitivitate</w:t>
            </w:r>
            <w:proofErr w:type="spellEnd"/>
            <w:r w:rsidRPr="004654E0">
              <w:rPr>
                <w:rFonts w:ascii="Calibri" w:hAnsi="Calibri" w:cs="Calibri"/>
                <w:color w:val="000000"/>
              </w:rPr>
              <w:t xml:space="preserve"> ( identificarea riscurilor climatice care sunt relevante pentru </w:t>
            </w:r>
            <w:r w:rsidRPr="004654E0">
              <w:rPr>
                <w:rFonts w:ascii="Calibri" w:hAnsi="Calibri" w:cs="Calibri"/>
                <w:i/>
                <w:color w:val="000000"/>
              </w:rPr>
              <w:t>tipul</w:t>
            </w:r>
            <w:r w:rsidRPr="004654E0">
              <w:rPr>
                <w:rFonts w:ascii="Calibri" w:hAnsi="Calibri" w:cs="Calibri"/>
                <w:color w:val="000000"/>
              </w:rPr>
              <w:t xml:space="preserve"> respectiv de proiect, indiferent de localizarea acestuia)</w:t>
            </w:r>
          </w:p>
          <w:p w:rsidR="00E46395" w:rsidRPr="004654E0" w:rsidRDefault="00E46395" w:rsidP="00E46395">
            <w:pPr>
              <w:pStyle w:val="ListParagraph"/>
              <w:numPr>
                <w:ilvl w:val="0"/>
                <w:numId w:val="17"/>
              </w:numPr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Evaluarea expunerii la riscuri( identificarea riscurilor care sunt relevante pentru loca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ia proiectului)</w:t>
            </w:r>
          </w:p>
          <w:p w:rsidR="00E46395" w:rsidRPr="004654E0" w:rsidRDefault="00E46395" w:rsidP="00E46395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Analiza de vulnerabilitate( identificarea poten</w:t>
            </w:r>
            <w:r w:rsidR="008D4507">
              <w:rPr>
                <w:rFonts w:ascii="Calibri" w:hAnsi="Calibri" w:cs="Calibri"/>
                <w:b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ialelor riscuri semnificative)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climatice);(b)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 risc -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depinde de rezultatul fazei de examinare, sunt prezentate:</w:t>
            </w:r>
          </w:p>
          <w:p w:rsidR="00E46395" w:rsidRPr="004309DB" w:rsidRDefault="00E46395" w:rsidP="004309D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Probabilitatea( probabilitatea ca riscurile climatice identificate sa aib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loc in timpul duratei de via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a proiectului)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Impactul ( analizeaz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consecin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ele în cazul în care apare pericolul climatic identificat)</w:t>
            </w:r>
          </w:p>
          <w:p w:rsidR="00E87F85" w:rsidRPr="00E46395" w:rsidRDefault="00E87F85" w:rsidP="004A342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Riscul (identifica riscurile poten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iale cele mai semnificative </w:t>
            </w:r>
            <w:r w:rsidR="00B3097E">
              <w:rPr>
                <w:rFonts w:ascii="Calibri" w:hAnsi="Calibri" w:cs="Calibri"/>
                <w:i/>
                <w:color w:val="000000"/>
              </w:rPr>
              <w:t>ș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 cele în care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46395">
              <w:rPr>
                <w:rFonts w:ascii="Calibri" w:hAnsi="Calibri" w:cs="Calibri"/>
                <w:i/>
                <w:color w:val="000000"/>
              </w:rPr>
              <w:t>trebuie luate m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E46395">
              <w:rPr>
                <w:rFonts w:ascii="Calibri" w:hAnsi="Calibri" w:cs="Calibri"/>
                <w:i/>
                <w:color w:val="000000"/>
              </w:rPr>
              <w:t>suri de adaptare)</w:t>
            </w:r>
          </w:p>
          <w:p w:rsidR="00E87F85" w:rsidRPr="004654E0" w:rsidRDefault="00E87F85" w:rsidP="004309D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(Pentru fiecare risc semnificativ identificat, ar trebui evaluate 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specifice)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:rsidTr="004A342B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ia </w:t>
            </w:r>
            <w:proofErr w:type="spellStart"/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tehnico</w:t>
            </w:r>
            <w:proofErr w:type="spellEnd"/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-economica 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reflecta masurile de imunizare la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schimbările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climatice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prevăzute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in raportul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întocmit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 conform cerin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elor din Comunicarea Comisiei Europene privind Orient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tehnice referitoare la imunizarea infrastructurii la schimb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climatice în perioada 2021-2027 publicate la 16 septembrie 2021 (2021/C 373/01).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  <w:r w:rsidRPr="004654E0">
              <w:rPr>
                <w:b/>
                <w:sz w:val="18"/>
              </w:rPr>
              <w:t>II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b/>
                <w:sz w:val="20"/>
              </w:rPr>
            </w:pPr>
            <w:r w:rsidRPr="004654E0">
              <w:rPr>
                <w:b/>
                <w:sz w:val="20"/>
              </w:rPr>
              <w:t>CRITERII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SPECIFICE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PRIVIND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ASPECTELE</w:t>
            </w:r>
            <w:r w:rsidRPr="004654E0">
              <w:rPr>
                <w:b/>
                <w:spacing w:val="-5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CALITATIVE</w:t>
            </w:r>
            <w:r w:rsidRPr="004654E0">
              <w:rPr>
                <w:b/>
                <w:spacing w:val="-2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ALE</w:t>
            </w:r>
            <w:r w:rsidRPr="004654E0">
              <w:rPr>
                <w:b/>
                <w:spacing w:val="-3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</w:rPr>
              <w:t xml:space="preserve">Exista o corespondenta intre obiectele de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(inclusiv tipurile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luc</w:t>
            </w:r>
            <w:r w:rsidR="004309DB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="004309DB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4309DB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propuse, </w:t>
            </w:r>
            <w:r w:rsidR="004309DB" w:rsidRPr="004654E0">
              <w:rPr>
                <w:rFonts w:ascii="Calibri" w:hAnsi="Calibri" w:cs="Calibri"/>
              </w:rPr>
              <w:t>dot</w:t>
            </w:r>
            <w:r w:rsidR="00100A2C">
              <w:rPr>
                <w:rFonts w:ascii="Calibri" w:hAnsi="Calibri" w:cs="Calibri"/>
              </w:rPr>
              <w:t>ă</w:t>
            </w:r>
            <w:r w:rsidR="004309DB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etc.) din cadrul SF si cele descrise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cererea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descrieri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exterioare,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edilitare,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componente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sistematizare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vertical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amenaj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 </w:t>
            </w:r>
            <w:proofErr w:type="spellStart"/>
            <w:r w:rsidRPr="004654E0">
              <w:rPr>
                <w:rFonts w:ascii="Calibri" w:hAnsi="Calibri" w:cs="Calibri"/>
              </w:rPr>
              <w:t>peisagere</w:t>
            </w:r>
            <w:proofErr w:type="spellEnd"/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design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Graficul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implementare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obiectivului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</w:rPr>
              <w:t>:</w:t>
            </w:r>
          </w:p>
          <w:p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corect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ca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perioada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(conform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tehnologiilor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etc.)?</w:t>
            </w:r>
          </w:p>
          <w:p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termenele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limit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programului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finan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are?</w:t>
            </w:r>
          </w:p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i/>
              </w:rPr>
              <w:t>(se va avea în vedere ca termenul limit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de implementare a proiectului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nu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poate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  <w:i/>
              </w:rPr>
              <w:t>dep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="00C73212"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</w:rPr>
              <w:t xml:space="preserve"> termenul prev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zut în documentele de programare: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31.dec.2029</w:t>
            </w:r>
            <w:r w:rsidRPr="004654E0">
              <w:rPr>
                <w:i/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Documentele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care </w:t>
            </w:r>
            <w:r w:rsidR="00100A2C" w:rsidRPr="004654E0">
              <w:rPr>
                <w:rFonts w:ascii="Calibri" w:hAnsi="Calibri" w:cs="Calibri"/>
              </w:rPr>
              <w:t>demonstrează</w:t>
            </w:r>
            <w:r w:rsidRPr="004654E0">
              <w:rPr>
                <w:rFonts w:ascii="Calibri" w:hAnsi="Calibri" w:cs="Calibri"/>
              </w:rPr>
              <w:t xml:space="preserve"> dreptul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solicitantului/partenerilor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cuprinz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toare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fata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analizele,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rapoartele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diferitelor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tipuri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luându-se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calcul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scenariile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recomandate prin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acestea</w:t>
            </w:r>
            <w:r w:rsidRPr="004654E0">
              <w:rPr>
                <w:rFonts w:ascii="Calibri" w:hAnsi="Calibri" w:cs="Calibri"/>
                <w:spacing w:val="5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:rsidR="00E87F85" w:rsidRPr="004654E0" w:rsidRDefault="00C73212" w:rsidP="004A342B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rile</w:t>
            </w:r>
            <w:r w:rsidR="00E87F85" w:rsidRPr="004654E0">
              <w:rPr>
                <w:rFonts w:ascii="Calibri" w:hAnsi="Calibri" w:cs="Calibri"/>
              </w:rPr>
              <w:t xml:space="preserve"> de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="00E87F85" w:rsidRPr="004654E0">
              <w:rPr>
                <w:rFonts w:ascii="Calibri" w:hAnsi="Calibri" w:cs="Calibri"/>
              </w:rPr>
              <w:t xml:space="preserve"> propuse la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existente s-au elaborat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pe baza concluziilor raportului de expertiz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tehnic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, si (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caz) a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 energetic, luându-se în calcul inclusiv scenariul recomandat de</w:t>
            </w:r>
            <w:r w:rsidR="00E87F85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tre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elaboratorul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expertizei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tehnice,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respectiv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energetic?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1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din: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2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Certificatul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urbanism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topografic,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Pr="004654E0">
              <w:rPr>
                <w:rFonts w:ascii="Calibri" w:hAnsi="Calibri" w:cs="Calibri"/>
              </w:rPr>
              <w:t>vizat</w:t>
            </w:r>
            <w:r w:rsidRPr="004654E0">
              <w:rPr>
                <w:rFonts w:ascii="Calibri" w:hAnsi="Calibri" w:cs="Calibri"/>
                <w:spacing w:val="49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tre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Oficiul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Cadastru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Publicitate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2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Extrasul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carte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1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360" w:right="205"/>
              <w:rPr>
                <w:rFonts w:ascii="Calibri" w:hAnsi="Calibri" w:cs="Calibri"/>
                <w:b/>
              </w:rPr>
            </w:pPr>
            <w:bookmarkStart w:id="0" w:name="_GoBack"/>
            <w:bookmarkEnd w:id="0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privind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asigurarea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utilit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ilor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left="282" w:hanging="284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Actul administrativ al </w:t>
            </w:r>
            <w:r w:rsidR="00C73212" w:rsidRPr="004654E0">
              <w:rPr>
                <w:rFonts w:ascii="Calibri" w:hAnsi="Calibri" w:cs="Calibri"/>
              </w:rPr>
              <w:t>autorit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competente pentru </w:t>
            </w:r>
            <w:r w:rsidR="00C73212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diminuare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impactului,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compensare, modalitatea de  integrare a prevederilor acordului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spacing w:val="-2"/>
              </w:rPr>
              <w:t>t</w:t>
            </w:r>
            <w:r w:rsidRPr="004654E0">
              <w:rPr>
                <w:rFonts w:ascii="Calibri" w:hAnsi="Calibri" w:cs="Calibri"/>
              </w:rPr>
              <w:t>ehnico</w:t>
            </w:r>
            <w:proofErr w:type="spellEnd"/>
            <w:r w:rsidRPr="004654E0">
              <w:rPr>
                <w:rFonts w:ascii="Calibri" w:hAnsi="Calibri" w:cs="Calibri"/>
              </w:rPr>
              <w:t>-economic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Avizele, acordurile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studiile specifice 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inute/efectuate pân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depunerii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pot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condi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iona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din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scrise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sunt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corelate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cu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desenate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între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Devizul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 Devizele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</w:t>
            </w:r>
            <w:r w:rsidR="00E87F85" w:rsidRPr="004654E0">
              <w:rPr>
                <w:rFonts w:ascii="Calibri" w:hAnsi="Calibri" w:cs="Calibri"/>
                <w:color w:val="000000"/>
              </w:rPr>
              <w:t xml:space="preserve">privind </w:t>
            </w:r>
            <w:r w:rsidR="00E87F85" w:rsidRPr="004654E0">
              <w:rPr>
                <w:rFonts w:ascii="Calibri" w:hAnsi="Calibri" w:cs="Calibri"/>
              </w:rPr>
              <w:t xml:space="preserve"> Imunizarea fa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de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– realizat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în cadrul </w:t>
            </w:r>
            <w:r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E87F85" w:rsidRPr="004654E0">
              <w:rPr>
                <w:rFonts w:ascii="Calibri" w:hAnsi="Calibri" w:cs="Calibri"/>
              </w:rPr>
              <w:t xml:space="preserve"> tehnice,  în conformitate cu cerin</w:t>
            </w:r>
            <w:r w:rsidR="008D4507">
              <w:rPr>
                <w:rFonts w:ascii="Calibri" w:hAnsi="Calibri" w:cs="Calibri"/>
              </w:rPr>
              <w:t>ț</w:t>
            </w:r>
            <w:r w:rsidR="00E87F85" w:rsidRPr="004654E0">
              <w:rPr>
                <w:rFonts w:ascii="Calibri" w:hAnsi="Calibri" w:cs="Calibri"/>
              </w:rPr>
              <w:t>ele din Comunicarea Comisiei Europene privind Orient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tehnice referitoare la imunizarea infrastructurii la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în perioada 2021-2027 publicate la 16 septembrie 2021 (2021/C 373/01) sunt complete, corecte si coerente.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24E6E" w:rsidRPr="004654E0" w:rsidRDefault="00324E6E" w:rsidP="00324E6E">
      <w:pPr>
        <w:rPr>
          <w:rFonts w:ascii="Calibri" w:hAnsi="Calibri" w:cs="Calibri"/>
          <w:sz w:val="22"/>
          <w:szCs w:val="22"/>
        </w:rPr>
      </w:pPr>
    </w:p>
    <w:p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În cazul bif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 xml:space="preserve">rii cu NU la oricare din criterii proiectul se respinge. </w:t>
      </w:r>
    </w:p>
    <w:p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</w:p>
    <w:p w:rsidR="00324E6E" w:rsidRPr="004654E0" w:rsidRDefault="00324E6E" w:rsidP="00324E6E">
      <w:pPr>
        <w:ind w:left="-567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Se pot formula recomand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ri (cu precizarea explicita a momentului prev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zut pentru solu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ionarea acestora) cu excep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ia criteriilor 5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i/sau 9 (oricare din cele doua, sau ambele simultan) din cadrul Sec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iunii II.</w:t>
      </w:r>
    </w:p>
    <w:sectPr w:rsidR="00324E6E" w:rsidRPr="004654E0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8B6" w:rsidRDefault="002718B6">
      <w:r>
        <w:separator/>
      </w:r>
    </w:p>
  </w:endnote>
  <w:endnote w:type="continuationSeparator" w:id="0">
    <w:p w:rsidR="002718B6" w:rsidRDefault="0027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ED1" w:rsidRDefault="0011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100A2C">
      <w:trPr>
        <w:cantSplit/>
        <w:trHeight w:hRule="exact" w:val="340"/>
        <w:hidden/>
      </w:trPr>
      <w:tc>
        <w:tcPr>
          <w:tcW w:w="9210" w:type="dxa"/>
        </w:tcPr>
        <w:p w:rsidR="00100A2C" w:rsidRDefault="00100A2C">
          <w:pPr>
            <w:pStyle w:val="Footer"/>
            <w:rPr>
              <w:vanish/>
              <w:sz w:val="20"/>
            </w:rPr>
          </w:pPr>
        </w:p>
      </w:tc>
    </w:tr>
  </w:tbl>
  <w:p w:rsidR="00100A2C" w:rsidRDefault="00364729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Pr="00C9311C" w:rsidRDefault="00100A2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100A2C" w:rsidRPr="00C9311C" w:rsidRDefault="00100A2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A2C" w:rsidRPr="00F914B7" w:rsidRDefault="00100A2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100A2C" w:rsidRPr="00F914B7" w:rsidRDefault="00100A2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Default="00100A2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100A2C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100A2C" w:rsidRPr="00FA2B09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100A2C" w:rsidRDefault="00100A2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100A2C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100A2C" w:rsidRPr="00FA2B09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0A2C" w:rsidRDefault="00100A2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2C" w:rsidRDefault="00364729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Pr="00C9311C" w:rsidRDefault="00100A2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100A2C" w:rsidRPr="00C9311C" w:rsidRDefault="00100A2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A2C" w:rsidRPr="00F914B7" w:rsidRDefault="00100A2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100A2C" w:rsidRPr="00F914B7" w:rsidRDefault="00100A2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Default="00100A2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100A2C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100A2C" w:rsidRPr="00FA2B09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100A2C" w:rsidRDefault="00100A2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100A2C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100A2C" w:rsidRPr="00FA2B09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8B6" w:rsidRDefault="002718B6">
      <w:r>
        <w:separator/>
      </w:r>
    </w:p>
  </w:footnote>
  <w:footnote w:type="continuationSeparator" w:id="0">
    <w:p w:rsidR="002718B6" w:rsidRDefault="0027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ED1" w:rsidRDefault="00110ED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69" o:spid="_x0000_s512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2C" w:rsidRPr="006F276B" w:rsidRDefault="00110ED1" w:rsidP="006F276B">
    <w:pPr>
      <w:spacing w:line="330" w:lineRule="auto"/>
      <w:rPr>
        <w:rFonts w:ascii="Calibri" w:hAnsi="Calibri"/>
        <w:sz w:val="22"/>
        <w:szCs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70" o:spid="_x0000_s512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64729" w:rsidRPr="006F276B">
      <w:rPr>
        <w:rFonts w:ascii="Calibri" w:hAnsi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A2C" w:rsidRDefault="00100A2C" w:rsidP="006F276B">
                            <w:pPr>
                              <w:spacing w:line="330" w:lineRule="auto"/>
                            </w:pPr>
                          </w:p>
                          <w:p w:rsidR="00100A2C" w:rsidRPr="00851382" w:rsidRDefault="00100A2C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100A2C" w:rsidRDefault="00100A2C" w:rsidP="006F276B">
                      <w:pPr>
                        <w:spacing w:line="330" w:lineRule="auto"/>
                      </w:pPr>
                    </w:p>
                    <w:p w:rsidR="00100A2C" w:rsidRPr="00851382" w:rsidRDefault="00100A2C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100A2C" w:rsidRPr="006F276B">
      <w:rPr>
        <w:rFonts w:ascii="Calibri" w:hAnsi="Calibri"/>
        <w:color w:val="999999"/>
        <w:sz w:val="22"/>
        <w:szCs w:val="22"/>
      </w:rPr>
      <w:t xml:space="preserve">Pagina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color w:val="999999"/>
        <w:sz w:val="22"/>
        <w:szCs w:val="22"/>
      </w:rPr>
      <w:t xml:space="preserve"> din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sz w:val="22"/>
        <w:szCs w:val="22"/>
      </w:rPr>
      <w:t xml:space="preserve">  </w:t>
    </w:r>
    <w:r w:rsidR="00100A2C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100A2C" w:rsidRPr="006F276B">
      <w:rPr>
        <w:rFonts w:ascii="Calibri" w:hAnsi="Calibri"/>
        <w:color w:val="808080"/>
        <w:spacing w:val="20"/>
        <w:sz w:val="22"/>
        <w:szCs w:val="22"/>
      </w:rPr>
      <w:t>ADR CENTRU</w:t>
    </w:r>
  </w:p>
  <w:p w:rsidR="00100A2C" w:rsidRPr="00851382" w:rsidRDefault="00100A2C" w:rsidP="006F276B">
    <w:pPr>
      <w:pStyle w:val="Header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2C" w:rsidRDefault="00110ED1" w:rsidP="0018537E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68" o:spid="_x0000_s512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64729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4729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4729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0A2C">
      <w:t xml:space="preserve">   </w:t>
    </w:r>
    <w:r w:rsidR="00100A2C">
      <w:tab/>
    </w:r>
  </w:p>
  <w:p w:rsidR="00100A2C" w:rsidRDefault="00100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B6659"/>
    <w:rsid w:val="000C2AAE"/>
    <w:rsid w:val="00100A2C"/>
    <w:rsid w:val="00110ED1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18B6"/>
    <w:rsid w:val="00275DCC"/>
    <w:rsid w:val="002A0DBC"/>
    <w:rsid w:val="002B3BB9"/>
    <w:rsid w:val="002E07E9"/>
    <w:rsid w:val="002F1246"/>
    <w:rsid w:val="003221D7"/>
    <w:rsid w:val="00324E6E"/>
    <w:rsid w:val="00351F71"/>
    <w:rsid w:val="00353C41"/>
    <w:rsid w:val="00362E1D"/>
    <w:rsid w:val="00364729"/>
    <w:rsid w:val="00373F0D"/>
    <w:rsid w:val="00376CFE"/>
    <w:rsid w:val="00381D3E"/>
    <w:rsid w:val="00385A87"/>
    <w:rsid w:val="00385DE3"/>
    <w:rsid w:val="0038681F"/>
    <w:rsid w:val="003A4661"/>
    <w:rsid w:val="003E2E03"/>
    <w:rsid w:val="003F4311"/>
    <w:rsid w:val="004056BD"/>
    <w:rsid w:val="004309DB"/>
    <w:rsid w:val="004368E5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D4507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C3124"/>
    <w:rsid w:val="00AE4990"/>
    <w:rsid w:val="00AF0DE7"/>
    <w:rsid w:val="00B15233"/>
    <w:rsid w:val="00B3097E"/>
    <w:rsid w:val="00B66FD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212FE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33EB7"/>
    <w:rsid w:val="00F5775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ACE28B4E-4AA6-4E53-94C6-835C7F85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9C34-5DA6-4431-8887-F6F09CB1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8</Pages>
  <Words>2679</Words>
  <Characters>17409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20048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2023-09-22T09:05:00Z</dcterms:created>
  <dcterms:modified xsi:type="dcterms:W3CDTF">2023-09-22T09:06:00Z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1dcf0d0e1804adb621e792ff80ad1882097e26aedd2bf47f81e277e4254feb76</vt:lpwstr>
  </property>
</Properties>
</file>